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3A0" w:rsidRPr="0045728F" w:rsidRDefault="00095B53">
      <w:pPr>
        <w:pStyle w:val="Title"/>
        <w:rPr>
          <w:color w:val="0070C0"/>
        </w:rPr>
      </w:pPr>
      <w:r w:rsidRPr="0045728F">
        <w:rPr>
          <w:color w:val="0070C0"/>
        </w:rPr>
        <w:t>MEDICAL EXCUSAL FORM</w:t>
      </w:r>
    </w:p>
    <w:p w:rsidR="0009182C" w:rsidRPr="00095B53" w:rsidRDefault="00095B53" w:rsidP="00095B53">
      <w:r>
        <w:t>This form is to be completed and signed by a physician on behalf of their patient, who is unable to appear for jury service. The jury commissioner has the discretion to accept an excuse without a personal appearance. All excuses must be in writing and indicate the basis for the request.</w:t>
      </w:r>
    </w:p>
    <w:tbl>
      <w:tblPr>
        <w:tblStyle w:val="PlainTable1"/>
        <w:tblW w:w="4949" w:type="pct"/>
        <w:tblLook w:val="04A0" w:firstRow="1" w:lastRow="0" w:firstColumn="1" w:lastColumn="0" w:noHBand="0" w:noVBand="1"/>
        <w:tblDescription w:val="Patient information"/>
      </w:tblPr>
      <w:tblGrid>
        <w:gridCol w:w="1525"/>
        <w:gridCol w:w="1890"/>
        <w:gridCol w:w="2250"/>
        <w:gridCol w:w="1559"/>
        <w:gridCol w:w="2743"/>
      </w:tblGrid>
      <w:tr w:rsidR="002243A0" w:rsidTr="000918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gridSpan w:val="2"/>
          </w:tcPr>
          <w:p w:rsidR="00095B53" w:rsidRPr="00095B53" w:rsidRDefault="00095B53" w:rsidP="0009182C">
            <w:pPr>
              <w:pStyle w:val="ListNumber"/>
            </w:pPr>
            <w:r w:rsidRPr="00095B53">
              <w:rPr>
                <w:rStyle w:val="Heading1Char"/>
                <w:b w:val="0"/>
              </w:rPr>
              <w:t xml:space="preserve">STUDENT </w:t>
            </w:r>
            <w:r w:rsidR="004227EB" w:rsidRPr="00095B53">
              <w:rPr>
                <w:rStyle w:val="Heading1Char"/>
                <w:b w:val="0"/>
              </w:rPr>
              <w:t>NAME</w:t>
            </w:r>
            <w:r w:rsidR="004227EB" w:rsidRPr="00095B53">
              <w:t xml:space="preserve"> </w:t>
            </w:r>
          </w:p>
          <w:p w:rsidR="002243A0" w:rsidRPr="00095B53" w:rsidRDefault="004227EB" w:rsidP="0009182C">
            <w:pPr>
              <w:pStyle w:val="ListNumber"/>
              <w:numPr>
                <w:ilvl w:val="0"/>
                <w:numId w:val="0"/>
              </w:numPr>
            </w:pPr>
            <w:sdt>
              <w:sdtPr>
                <w:rPr>
                  <w:rStyle w:val="ContentcontrolsChar"/>
                  <w:b w:val="0"/>
                </w:rPr>
                <w:alias w:val="Patient Name"/>
                <w:tag w:val=""/>
                <w:id w:val="1983495703"/>
                <w:placeholder>
                  <w:docPart w:val="45C378EC72D94A0CB2D62889B66E281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>
                <w:rPr>
                  <w:rStyle w:val="DefaultParagraphFont"/>
                  <w:rFonts w:asciiTheme="minorHAnsi" w:eastAsiaTheme="minorEastAsia" w:hAnsiTheme="minorHAnsi" w:cstheme="minorBidi"/>
                  <w:b/>
                  <w:color w:val="auto"/>
                </w:rPr>
              </w:sdtEndPr>
              <w:sdtContent>
                <w:r w:rsidRPr="00095B53">
                  <w:rPr>
                    <w:rStyle w:val="ContentcontrolsChar"/>
                    <w:b w:val="0"/>
                  </w:rPr>
                  <w:t>[Patient Name]</w:t>
                </w:r>
              </w:sdtContent>
            </w:sdt>
          </w:p>
        </w:tc>
        <w:tc>
          <w:tcPr>
            <w:tcW w:w="2250" w:type="dxa"/>
          </w:tcPr>
          <w:p w:rsidR="00095B53" w:rsidRPr="00095B53" w:rsidRDefault="004227EB" w:rsidP="0009182C">
            <w:pPr>
              <w:pStyle w:val="ListNumb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B53">
              <w:rPr>
                <w:rStyle w:val="Heading1Char"/>
                <w:b w:val="0"/>
              </w:rPr>
              <w:t>DOB</w:t>
            </w:r>
            <w:r w:rsidRPr="00095B53">
              <w:t xml:space="preserve"> </w:t>
            </w:r>
          </w:p>
          <w:p w:rsidR="002243A0" w:rsidRPr="00095B53" w:rsidRDefault="004227EB" w:rsidP="0009182C">
            <w:pPr>
              <w:pStyle w:val="ListNumber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  <w:b w:val="0"/>
                </w:rPr>
                <w:alias w:val="[DOB]"/>
                <w:tag w:val=""/>
                <w:id w:val="-599950391"/>
                <w:placeholder>
                  <w:docPart w:val="1A4AAE30EA8E4F4BB13265BF569A8812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>
                <w:rPr>
                  <w:rStyle w:val="ContentcontrolsChar"/>
                </w:rPr>
              </w:sdtEndPr>
              <w:sdtContent>
                <w:r w:rsidRPr="00095B53">
                  <w:rPr>
                    <w:rStyle w:val="ContentcontrolsChar"/>
                    <w:b w:val="0"/>
                  </w:rPr>
                  <w:t>[DOB]</w:t>
                </w:r>
              </w:sdtContent>
            </w:sdt>
          </w:p>
        </w:tc>
        <w:tc>
          <w:tcPr>
            <w:tcW w:w="1559" w:type="dxa"/>
          </w:tcPr>
          <w:p w:rsidR="00095B53" w:rsidRPr="00095B53" w:rsidRDefault="004227EB" w:rsidP="0009182C">
            <w:pPr>
              <w:pStyle w:val="ListNumb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B53">
              <w:rPr>
                <w:rStyle w:val="Heading1Char"/>
                <w:b w:val="0"/>
              </w:rPr>
              <w:t>AGE</w:t>
            </w:r>
          </w:p>
          <w:p w:rsidR="002243A0" w:rsidRPr="00095B53" w:rsidRDefault="004227EB" w:rsidP="0009182C">
            <w:pPr>
              <w:pStyle w:val="ListNumber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  <w:b w:val="0"/>
                </w:rPr>
                <w:alias w:val="Age"/>
                <w:tag w:val=""/>
                <w:id w:val="971718148"/>
                <w:placeholder>
                  <w:docPart w:val="5A02725FB5CC41A29108147399429EAB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>
                <w:rPr>
                  <w:rStyle w:val="ContentcontrolsChar"/>
                </w:rPr>
              </w:sdtEndPr>
              <w:sdtContent>
                <w:r w:rsidRPr="00095B53">
                  <w:rPr>
                    <w:rStyle w:val="ContentcontrolsChar"/>
                    <w:b w:val="0"/>
                  </w:rPr>
                  <w:t>[age]</w:t>
                </w:r>
              </w:sdtContent>
            </w:sdt>
          </w:p>
        </w:tc>
        <w:tc>
          <w:tcPr>
            <w:tcW w:w="2743" w:type="dxa"/>
          </w:tcPr>
          <w:p w:rsidR="00095B53" w:rsidRPr="00095B53" w:rsidRDefault="004227EB" w:rsidP="0009182C">
            <w:pPr>
              <w:pStyle w:val="ListNumb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95B53">
              <w:rPr>
                <w:rStyle w:val="Heading1Char"/>
                <w:b w:val="0"/>
              </w:rPr>
              <w:t>DATE</w:t>
            </w:r>
            <w:r w:rsidRPr="00095B53">
              <w:t xml:space="preserve"> </w:t>
            </w:r>
          </w:p>
          <w:p w:rsidR="002243A0" w:rsidRPr="00095B53" w:rsidRDefault="004227EB" w:rsidP="0045728F">
            <w:pPr>
              <w:pStyle w:val="ListNumber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  <w:b w:val="0"/>
                </w:rPr>
                <w:alias w:val="Date | Time"/>
                <w:tag w:val=""/>
                <w:id w:val="2129740964"/>
                <w:placeholder>
                  <w:docPart w:val="B2E7194A7C134E95A436AF4944CD0D75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 h:mm am/pm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ContentcontrolsChar"/>
                </w:rPr>
              </w:sdtEndPr>
              <w:sdtContent>
                <w:r w:rsidRPr="00095B53">
                  <w:rPr>
                    <w:rStyle w:val="ContentcontrolsChar"/>
                    <w:b w:val="0"/>
                  </w:rPr>
                  <w:t>[date | time]</w:t>
                </w:r>
              </w:sdtContent>
            </w:sdt>
          </w:p>
        </w:tc>
      </w:tr>
      <w:tr w:rsidR="00095B53" w:rsidTr="000918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95B53" w:rsidRPr="00095B53" w:rsidRDefault="00095B53" w:rsidP="0009182C">
            <w:pPr>
              <w:pStyle w:val="ListNumber"/>
            </w:pPr>
            <w:r w:rsidRPr="00095B53">
              <w:rPr>
                <w:rStyle w:val="Heading1Char"/>
                <w:b w:val="0"/>
              </w:rPr>
              <w:t>HEIGHT</w:t>
            </w:r>
          </w:p>
          <w:p w:rsidR="00095B53" w:rsidRDefault="00095B53" w:rsidP="0009182C">
            <w:pPr>
              <w:pStyle w:val="ListNumber"/>
              <w:numPr>
                <w:ilvl w:val="0"/>
                <w:numId w:val="0"/>
              </w:numPr>
              <w:rPr>
                <w:rStyle w:val="Strong"/>
              </w:rPr>
            </w:pPr>
            <w:sdt>
              <w:sdtPr>
                <w:rPr>
                  <w:rStyle w:val="ContentcontrolsChar"/>
                  <w:b w:val="0"/>
                </w:rPr>
                <w:id w:val="199987545"/>
                <w:placeholder>
                  <w:docPart w:val="08CB11187E654E419A061D20135EA65B"/>
                </w:placeholder>
                <w:temporary/>
                <w:showingPlcHdr/>
                <w15:appearance w15:val="hidden"/>
              </w:sdtPr>
              <w:sdtContent>
                <w:r w:rsidRPr="00095B53">
                  <w:rPr>
                    <w:rStyle w:val="ContentcontrolsChar"/>
                    <w:b w:val="0"/>
                  </w:rPr>
                  <w:t>[height]</w:t>
                </w:r>
              </w:sdtContent>
            </w:sdt>
          </w:p>
        </w:tc>
        <w:tc>
          <w:tcPr>
            <w:tcW w:w="1890" w:type="dxa"/>
          </w:tcPr>
          <w:p w:rsidR="00095B53" w:rsidRPr="00095B53" w:rsidRDefault="00095B53" w:rsidP="0009182C">
            <w:pPr>
              <w:pStyle w:val="ListNumb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B53">
              <w:rPr>
                <w:rStyle w:val="Heading1Char"/>
              </w:rPr>
              <w:t>WEIGHT</w:t>
            </w:r>
          </w:p>
          <w:p w:rsidR="00095B53" w:rsidRPr="00095B53" w:rsidRDefault="00095B53" w:rsidP="0009182C">
            <w:pPr>
              <w:pStyle w:val="ListNumber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</w:rPr>
                <w:id w:val="1390455747"/>
                <w:placeholder>
                  <w:docPart w:val="889C446EF89149E790954DA92D22C9DD"/>
                </w:placeholder>
                <w:temporary/>
                <w:showingPlcHdr/>
                <w15:appearance w15:val="hidden"/>
              </w:sdtPr>
              <w:sdtContent>
                <w:r w:rsidRPr="00095B53">
                  <w:rPr>
                    <w:rStyle w:val="ContentcontrolsChar"/>
                  </w:rPr>
                  <w:t>[weight]</w:t>
                </w:r>
              </w:sdtContent>
            </w:sdt>
          </w:p>
        </w:tc>
        <w:tc>
          <w:tcPr>
            <w:tcW w:w="2250" w:type="dxa"/>
          </w:tcPr>
          <w:p w:rsidR="00095B53" w:rsidRPr="00095B53" w:rsidRDefault="00095B53" w:rsidP="0009182C">
            <w:pPr>
              <w:pStyle w:val="ListNumb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B53">
              <w:rPr>
                <w:rStyle w:val="Heading1Char"/>
              </w:rPr>
              <w:t>BLOOD</w:t>
            </w:r>
            <w:r w:rsidRPr="00095B53">
              <w:rPr>
                <w:rStyle w:val="Strong"/>
              </w:rPr>
              <w:t xml:space="preserve"> </w:t>
            </w:r>
            <w:r w:rsidRPr="00095B53">
              <w:rPr>
                <w:rStyle w:val="Heading1Char"/>
              </w:rPr>
              <w:t>PRESSURE</w:t>
            </w:r>
            <w:r w:rsidRPr="00095B53">
              <w:t xml:space="preserve"> </w:t>
            </w:r>
          </w:p>
          <w:p w:rsidR="00095B53" w:rsidRPr="00095B53" w:rsidRDefault="00095B53" w:rsidP="0009182C">
            <w:pPr>
              <w:pStyle w:val="ListNumber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</w:rPr>
                <w:tag w:val="[BP]"/>
                <w:id w:val="-1343629020"/>
                <w:placeholder>
                  <w:docPart w:val="553288DEA68D42BEA20EACA9DA7792B1"/>
                </w:placeholder>
                <w:temporary/>
                <w:showingPlcHdr/>
                <w15:appearance w15:val="hidden"/>
              </w:sdtPr>
              <w:sdtContent>
                <w:r w:rsidRPr="00095B53">
                  <w:rPr>
                    <w:rStyle w:val="ContentcontrolsChar"/>
                  </w:rPr>
                  <w:t>[BP]</w:t>
                </w:r>
              </w:sdtContent>
            </w:sdt>
          </w:p>
        </w:tc>
        <w:tc>
          <w:tcPr>
            <w:tcW w:w="1559" w:type="dxa"/>
          </w:tcPr>
          <w:p w:rsidR="00095B53" w:rsidRPr="00095B53" w:rsidRDefault="00095B53" w:rsidP="0009182C">
            <w:pPr>
              <w:pStyle w:val="ListNumb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B53">
              <w:rPr>
                <w:rStyle w:val="Heading1Char"/>
              </w:rPr>
              <w:t>PULSE</w:t>
            </w:r>
          </w:p>
          <w:p w:rsidR="00095B53" w:rsidRPr="00095B53" w:rsidRDefault="00095B53" w:rsidP="0009182C">
            <w:pPr>
              <w:pStyle w:val="ListNumber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</w:rPr>
                <w:id w:val="-1744938446"/>
                <w:placeholder>
                  <w:docPart w:val="E80F94E5A35E43D486B4B17559BCF0D9"/>
                </w:placeholder>
                <w:temporary/>
                <w:showingPlcHdr/>
                <w15:appearance w15:val="hidden"/>
              </w:sdtPr>
              <w:sdtContent>
                <w:r w:rsidRPr="00095B53">
                  <w:rPr>
                    <w:rStyle w:val="ContentcontrolsChar"/>
                  </w:rPr>
                  <w:t>[pulse]</w:t>
                </w:r>
              </w:sdtContent>
            </w:sdt>
          </w:p>
        </w:tc>
        <w:tc>
          <w:tcPr>
            <w:tcW w:w="2743" w:type="dxa"/>
          </w:tcPr>
          <w:p w:rsidR="00095B53" w:rsidRPr="00095B53" w:rsidRDefault="00095B53" w:rsidP="0009182C">
            <w:pPr>
              <w:pStyle w:val="ListNumb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95B53">
              <w:rPr>
                <w:rStyle w:val="Heading1Char"/>
              </w:rPr>
              <w:t>LMP</w:t>
            </w:r>
          </w:p>
          <w:p w:rsidR="00095B53" w:rsidRPr="00095B53" w:rsidRDefault="00095B53" w:rsidP="0009182C">
            <w:pPr>
              <w:pStyle w:val="ListNumber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rPr>
                  <w:rStyle w:val="ContentcontrolsChar"/>
                </w:rPr>
                <w:id w:val="2086566631"/>
                <w:placeholder>
                  <w:docPart w:val="571DB6379A6340FAA76C9AA2CFFA9008"/>
                </w:placeholder>
                <w:temporary/>
                <w:showingPlcHdr/>
                <w15:appearance w15:val="hidden"/>
              </w:sdtPr>
              <w:sdtContent>
                <w:r w:rsidRPr="00095B53">
                  <w:rPr>
                    <w:rStyle w:val="ContentcontrolsChar"/>
                  </w:rPr>
                  <w:t>[LMP]</w:t>
                </w:r>
              </w:sdtContent>
            </w:sdt>
          </w:p>
        </w:tc>
      </w:tr>
    </w:tbl>
    <w:p w:rsidR="0009182C" w:rsidRDefault="0009182C" w:rsidP="0009182C">
      <w:pPr>
        <w:pStyle w:val="NoSpacing"/>
      </w:pPr>
    </w:p>
    <w:p w:rsidR="0009182C" w:rsidRPr="0045728F" w:rsidRDefault="0009182C" w:rsidP="0009182C">
      <w:pPr>
        <w:pStyle w:val="NoSpacing"/>
        <w:rPr>
          <w:b/>
        </w:rPr>
      </w:pPr>
      <w:r w:rsidRPr="0045728F">
        <w:rPr>
          <w:b/>
        </w:rPr>
        <w:t>PROBLEMS ADDRESSED</w:t>
      </w:r>
    </w:p>
    <w:sdt>
      <w:sdtPr>
        <w:rPr>
          <w:rStyle w:val="ContentcontrolsChar"/>
        </w:rPr>
        <w:id w:val="-1450546855"/>
        <w:placeholder>
          <w:docPart w:val="117DFE7FFCC3477888F6A6934E38FA41"/>
        </w:placeholder>
        <w15:appearance w15:val="hidden"/>
      </w:sdtPr>
      <w:sdtEndPr>
        <w:rPr>
          <w:rStyle w:val="ContentcontrolsChar"/>
        </w:rPr>
      </w:sdtEndPr>
      <w:sdtContent>
        <w:p w:rsidR="0045728F" w:rsidRDefault="0045728F" w:rsidP="0009182C">
          <w:pPr>
            <w:pStyle w:val="NoSpacing"/>
            <w:rPr>
              <w:rStyle w:val="ContentcontrolsChar"/>
            </w:rPr>
          </w:pPr>
        </w:p>
        <w:tbl>
          <w:tblPr>
            <w:tblStyle w:val="TableGrid"/>
            <w:tblW w:w="10148" w:type="dxa"/>
            <w:tblBorders>
              <w:left w:val="none" w:sz="0" w:space="0" w:color="auto"/>
              <w:right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48"/>
          </w:tblGrid>
          <w:tr w:rsidR="0045728F" w:rsidTr="0045728F">
            <w:trPr>
              <w:trHeight w:val="436"/>
            </w:trPr>
            <w:tc>
              <w:tcPr>
                <w:tcW w:w="10148" w:type="dxa"/>
              </w:tcPr>
              <w:p w:rsidR="0045728F" w:rsidRDefault="0045728F" w:rsidP="0009182C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  <w:tr w:rsidR="0045728F" w:rsidTr="0045728F">
            <w:trPr>
              <w:trHeight w:val="409"/>
            </w:trPr>
            <w:tc>
              <w:tcPr>
                <w:tcW w:w="10148" w:type="dxa"/>
              </w:tcPr>
              <w:p w:rsidR="0045728F" w:rsidRDefault="0045728F" w:rsidP="0009182C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</w:tbl>
        <w:p w:rsidR="00095B53" w:rsidRPr="0045728F" w:rsidRDefault="004227EB" w:rsidP="0009182C">
          <w:pPr>
            <w:pStyle w:val="NoSpacing"/>
            <w:rPr>
              <w:rFonts w:asciiTheme="majorHAnsi" w:eastAsiaTheme="majorEastAsia" w:hAnsiTheme="majorHAnsi" w:cstheme="majorBidi"/>
              <w:color w:val="000000" w:themeColor="text1"/>
            </w:rPr>
          </w:pPr>
        </w:p>
      </w:sdtContent>
    </w:sdt>
    <w:p w:rsidR="0009182C" w:rsidRPr="0045728F" w:rsidRDefault="0009182C" w:rsidP="0009182C">
      <w:pPr>
        <w:pStyle w:val="NoSpacing"/>
        <w:rPr>
          <w:b/>
        </w:rPr>
      </w:pPr>
      <w:r w:rsidRPr="0045728F">
        <w:rPr>
          <w:b/>
        </w:rPr>
        <w:t>ALLERGIES</w:t>
      </w:r>
    </w:p>
    <w:p w:rsidR="0009182C" w:rsidRDefault="0009182C" w:rsidP="0009182C">
      <w:pPr>
        <w:pStyle w:val="NoSpacing"/>
      </w:pPr>
    </w:p>
    <w:sdt>
      <w:sdtPr>
        <w:rPr>
          <w:rStyle w:val="ContentcontrolsChar"/>
        </w:rPr>
        <w:id w:val="-728608448"/>
        <w:placeholder>
          <w:docPart w:val="77F1D9861B81479AABEC5B39C5B8F81E"/>
        </w:placeholder>
        <w15:appearance w15:val="hidden"/>
      </w:sdtPr>
      <w:sdtEndPr>
        <w:rPr>
          <w:rStyle w:val="DefaultParagraphFont"/>
          <w:rFonts w:asciiTheme="minorHAnsi" w:eastAsiaTheme="minorEastAsia" w:hAnsiTheme="minorHAnsi" w:cstheme="minorBidi"/>
          <w:color w:val="auto"/>
        </w:rPr>
      </w:sdtEndPr>
      <w:sdtContent>
        <w:tbl>
          <w:tblPr>
            <w:tblStyle w:val="TableGrid"/>
            <w:tblW w:w="10148" w:type="dxa"/>
            <w:tblBorders>
              <w:left w:val="none" w:sz="0" w:space="0" w:color="auto"/>
              <w:right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48"/>
          </w:tblGrid>
          <w:tr w:rsidR="0045728F" w:rsidTr="00C92BC4">
            <w:trPr>
              <w:trHeight w:val="436"/>
            </w:trPr>
            <w:tc>
              <w:tcPr>
                <w:tcW w:w="10148" w:type="dxa"/>
              </w:tcPr>
              <w:p w:rsidR="0045728F" w:rsidRDefault="0045728F" w:rsidP="00C92BC4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  <w:tr w:rsidR="0045728F" w:rsidTr="00C92BC4">
            <w:trPr>
              <w:trHeight w:val="409"/>
            </w:trPr>
            <w:tc>
              <w:tcPr>
                <w:tcW w:w="10148" w:type="dxa"/>
              </w:tcPr>
              <w:p w:rsidR="0045728F" w:rsidRDefault="0045728F" w:rsidP="00C92BC4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</w:tbl>
        <w:p w:rsidR="002243A0" w:rsidRDefault="00095B53" w:rsidP="0009182C">
          <w:pPr>
            <w:pStyle w:val="NoSpacing"/>
            <w:rPr>
              <w:rStyle w:val="ContentcontrolsChar"/>
            </w:rPr>
          </w:pPr>
        </w:p>
      </w:sdtContent>
    </w:sdt>
    <w:p w:rsidR="0009182C" w:rsidRPr="0045728F" w:rsidRDefault="0009182C" w:rsidP="0009182C">
      <w:pPr>
        <w:pStyle w:val="NoSpacing"/>
        <w:rPr>
          <w:b/>
        </w:rPr>
      </w:pPr>
      <w:r w:rsidRPr="0045728F">
        <w:rPr>
          <w:b/>
        </w:rPr>
        <w:t>MEDICATIONS</w:t>
      </w:r>
    </w:p>
    <w:p w:rsidR="0009182C" w:rsidRDefault="0009182C" w:rsidP="0009182C">
      <w:pPr>
        <w:pStyle w:val="NoSpacing"/>
      </w:pPr>
    </w:p>
    <w:sdt>
      <w:sdtPr>
        <w:rPr>
          <w:rStyle w:val="ContentcontrolsChar"/>
        </w:rPr>
        <w:id w:val="-978759549"/>
        <w:placeholder>
          <w:docPart w:val="42B8F927EB074FF6AB5C01EF56061D45"/>
        </w:placeholder>
        <w15:appearance w15:val="hidden"/>
      </w:sdtPr>
      <w:sdtContent>
        <w:tbl>
          <w:tblPr>
            <w:tblStyle w:val="TableGrid"/>
            <w:tblW w:w="10148" w:type="dxa"/>
            <w:tblBorders>
              <w:left w:val="none" w:sz="0" w:space="0" w:color="auto"/>
              <w:right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0148"/>
          </w:tblGrid>
          <w:tr w:rsidR="0045728F" w:rsidTr="00C92BC4">
            <w:trPr>
              <w:trHeight w:val="436"/>
            </w:trPr>
            <w:tc>
              <w:tcPr>
                <w:tcW w:w="10148" w:type="dxa"/>
              </w:tcPr>
              <w:p w:rsidR="0045728F" w:rsidRDefault="0045728F" w:rsidP="00C92BC4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  <w:tr w:rsidR="0045728F" w:rsidTr="00C92BC4">
            <w:trPr>
              <w:trHeight w:val="409"/>
            </w:trPr>
            <w:tc>
              <w:tcPr>
                <w:tcW w:w="10148" w:type="dxa"/>
              </w:tcPr>
              <w:p w:rsidR="0045728F" w:rsidRDefault="0045728F" w:rsidP="00C92BC4">
                <w:pPr>
                  <w:pStyle w:val="NoSpacing"/>
                  <w:rPr>
                    <w:rStyle w:val="ContentcontrolsChar"/>
                  </w:rPr>
                </w:pPr>
              </w:p>
            </w:tc>
          </w:tr>
        </w:tbl>
        <w:p w:rsidR="00095B53" w:rsidRDefault="00095B53" w:rsidP="0009182C">
          <w:pPr>
            <w:pStyle w:val="NoSpacing"/>
            <w:rPr>
              <w:rStyle w:val="ContentcontrolsChar"/>
            </w:rPr>
          </w:pPr>
        </w:p>
      </w:sdtContent>
    </w:sdt>
    <w:p w:rsidR="0009182C" w:rsidRPr="00095B53" w:rsidRDefault="0009182C" w:rsidP="0009182C">
      <w:pPr>
        <w:pStyle w:val="NoSpacing"/>
      </w:pPr>
    </w:p>
    <w:tbl>
      <w:tblPr>
        <w:tblW w:w="5000" w:type="pct"/>
        <w:tblBorders>
          <w:top w:val="single" w:sz="12" w:space="0" w:color="0070C0"/>
          <w:bottom w:val="single" w:sz="12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Risk factors and disease prevention"/>
      </w:tblPr>
      <w:tblGrid>
        <w:gridCol w:w="10080"/>
      </w:tblGrid>
      <w:tr w:rsidR="00095B53" w:rsidTr="0045728F">
        <w:tc>
          <w:tcPr>
            <w:tcW w:w="5000" w:type="pct"/>
          </w:tcPr>
          <w:p w:rsidR="00095B53" w:rsidRPr="0045728F" w:rsidRDefault="0045728F" w:rsidP="0045728F">
            <w:pPr>
              <w:jc w:val="center"/>
              <w:rPr>
                <w:b/>
                <w:sz w:val="37"/>
              </w:rPr>
            </w:pPr>
            <w:r w:rsidRPr="0045728F">
              <w:rPr>
                <w:b/>
                <w:sz w:val="37"/>
              </w:rPr>
              <w:t>To be Completed by Physician</w:t>
            </w:r>
          </w:p>
          <w:p w:rsidR="0045728F" w:rsidRDefault="0045728F" w:rsidP="0045728F">
            <w:r>
              <w:t>I certify under penalty of perjury that the foregoing is true and correct.</w:t>
            </w:r>
          </w:p>
          <w:p w:rsidR="0045728F" w:rsidRDefault="0045728F" w:rsidP="0045728F">
            <w:r w:rsidRPr="00E74ED3">
              <w:rPr>
                <w:b/>
              </w:rPr>
              <w:t>Temporary Medical Excusal:</w:t>
            </w:r>
            <w:r>
              <w:t xml:space="preserve"> The prospective student has requested a temporary excusal from the school based on a medical or mental condition that would cause them undue risk of mental or physical harm. The student should be excused until [DATE].</w:t>
            </w:r>
          </w:p>
          <w:p w:rsidR="0045728F" w:rsidRDefault="0045728F" w:rsidP="0045728F">
            <w:r w:rsidRPr="00EB455E">
              <w:rPr>
                <w:b/>
              </w:rPr>
              <w:t>Permanent Medical Excusal:</w:t>
            </w:r>
            <w:r>
              <w:t xml:space="preserve"> The prospective student has requested a permanent excusal from the school based upon a medical or mental condition that would cause him undue risk of mental or physical harm.</w:t>
            </w:r>
          </w:p>
          <w:p w:rsidR="0045728F" w:rsidRDefault="0045728F" w:rsidP="0045728F">
            <w:r>
              <w:t>Medical Reason for Excuse:</w:t>
            </w:r>
          </w:p>
          <w:tbl>
            <w:tblPr>
              <w:tblStyle w:val="TableGrid"/>
              <w:tblW w:w="10148" w:type="dxa"/>
              <w:tblBorders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48"/>
            </w:tblGrid>
            <w:tr w:rsidR="0045728F" w:rsidTr="00C92BC4">
              <w:trPr>
                <w:trHeight w:val="436"/>
              </w:trPr>
              <w:tc>
                <w:tcPr>
                  <w:tcW w:w="10148" w:type="dxa"/>
                </w:tcPr>
                <w:p w:rsidR="0045728F" w:rsidRDefault="0045728F" w:rsidP="0045728F">
                  <w:pPr>
                    <w:pStyle w:val="NoSpacing"/>
                    <w:rPr>
                      <w:rStyle w:val="ContentcontrolsChar"/>
                    </w:rPr>
                  </w:pPr>
                </w:p>
              </w:tc>
            </w:tr>
            <w:tr w:rsidR="0045728F" w:rsidTr="00C92BC4">
              <w:trPr>
                <w:trHeight w:val="409"/>
              </w:trPr>
              <w:tc>
                <w:tcPr>
                  <w:tcW w:w="10148" w:type="dxa"/>
                </w:tcPr>
                <w:p w:rsidR="0045728F" w:rsidRDefault="0045728F" w:rsidP="0045728F">
                  <w:pPr>
                    <w:pStyle w:val="NoSpacing"/>
                    <w:rPr>
                      <w:rStyle w:val="ContentcontrolsChar"/>
                    </w:rPr>
                  </w:pPr>
                </w:p>
              </w:tc>
            </w:tr>
          </w:tbl>
          <w:p w:rsidR="00095B53" w:rsidRDefault="00095B53" w:rsidP="00095B53"/>
        </w:tc>
      </w:tr>
      <w:tr w:rsidR="00095B53" w:rsidTr="0045728F">
        <w:tc>
          <w:tcPr>
            <w:tcW w:w="5000" w:type="pct"/>
          </w:tcPr>
          <w:p w:rsidR="00095B53" w:rsidRDefault="00095B53" w:rsidP="00095B53">
            <w:bookmarkStart w:id="0" w:name="_GoBack"/>
            <w:bookmarkEnd w:id="0"/>
          </w:p>
          <w:p w:rsidR="00095B53" w:rsidRDefault="00095B53" w:rsidP="00095B53">
            <w:r>
              <w:t>Doctor’s Signature &amp; Date:</w:t>
            </w:r>
          </w:p>
        </w:tc>
      </w:tr>
    </w:tbl>
    <w:p w:rsidR="0045728F" w:rsidRPr="00E74ED3" w:rsidRDefault="008312F1" w:rsidP="0045728F">
      <w:pPr>
        <w:tabs>
          <w:tab w:val="left" w:pos="8333"/>
        </w:tabs>
      </w:pPr>
      <w:r w:rsidRPr="008312F1">
        <w:rPr>
          <w:sz w:val="19"/>
        </w:rPr>
        <w:t>bestmedicalforms.com</w:t>
      </w:r>
      <w:r w:rsidR="0045728F">
        <w:tab/>
      </w:r>
    </w:p>
    <w:sectPr w:rsidR="0045728F" w:rsidRPr="00E74ED3">
      <w:headerReference w:type="default" r:id="rId9"/>
      <w:footerReference w:type="default" r:id="rId10"/>
      <w:footerReference w:type="first" r:id="rId11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7EB" w:rsidRDefault="004227EB">
      <w:r>
        <w:separator/>
      </w:r>
    </w:p>
  </w:endnote>
  <w:endnote w:type="continuationSeparator" w:id="0">
    <w:p w:rsidR="004227EB" w:rsidRDefault="0042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s"/>
      <w:tag w:val=""/>
      <w:id w:val="-1355418978"/>
      <w:placeholder>
        <w:docPart w:val="45C378EC72D94A0CB2D62889B66E2810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 w:multiLine="1"/>
    </w:sdtPr>
    <w:sdtEndPr/>
    <w:sdtContent>
      <w:p w:rsidR="002243A0" w:rsidRDefault="004227EB">
        <w:pPr>
          <w:pStyle w:val="Footer"/>
        </w:pPr>
        <w:r>
          <w:t>[Dr. Name] | [Dr. Name] | [Dr. Name] | [Dr. Name] | [Dr. Name] | [ARNP Name] | [ARNP Name]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1Footer" w:displacedByCustomXml="next"/>
  <w:sdt>
    <w:sdtPr>
      <w:alias w:val="Doctor names"/>
      <w:tag w:val=""/>
      <w:id w:val="-635575941"/>
      <w:placeholder>
        <w:docPart w:val="45C378EC72D94A0CB2D62889B66E2810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 w:multiLine="1"/>
    </w:sdtPr>
    <w:sdtEndPr/>
    <w:sdtContent>
      <w:p w:rsidR="002243A0" w:rsidRDefault="004227EB">
        <w:pPr>
          <w:pStyle w:val="Footer"/>
        </w:pPr>
        <w:r>
          <w:t xml:space="preserve">[Dr. Name] | [Dr. Name] | [Dr. Name] | [Dr. Name] | </w:t>
        </w:r>
        <w:r>
          <w:t>[Dr. Name] | [ARNP Name] | [ARNP Name]</w:t>
        </w:r>
      </w:p>
    </w:sdtContent>
  </w:sdt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7EB" w:rsidRDefault="004227EB">
      <w:r>
        <w:separator/>
      </w:r>
    </w:p>
  </w:footnote>
  <w:footnote w:type="continuationSeparator" w:id="0">
    <w:p w:rsidR="004227EB" w:rsidRDefault="00422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2" w:space="0" w:color="ED7D31" w:themeColor="accent2"/>
        <w:bottom w:val="single" w:sz="12" w:space="0" w:color="ED7D31" w:themeColor="accent2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Patient information"/>
    </w:tblPr>
    <w:tblGrid>
      <w:gridCol w:w="3581"/>
      <w:gridCol w:w="1846"/>
      <w:gridCol w:w="1536"/>
      <w:gridCol w:w="3117"/>
    </w:tblGrid>
    <w:tr w:rsidR="002243A0">
      <w:tc>
        <w:tcPr>
          <w:tcW w:w="3326" w:type="dxa"/>
          <w:tcBorders>
            <w:top w:val="single" w:sz="12" w:space="0" w:color="ED7D31" w:themeColor="accent2"/>
            <w:bottom w:val="single" w:sz="12" w:space="0" w:color="ED7D31" w:themeColor="accent2"/>
          </w:tcBorders>
        </w:tcPr>
        <w:p w:rsidR="002243A0" w:rsidRDefault="004227EB">
          <w:pPr>
            <w:pStyle w:val="Heading1"/>
          </w:pPr>
          <w:r>
            <w:rPr>
              <w:rStyle w:val="Heading1Char"/>
            </w:rPr>
            <w:t>NAME</w:t>
          </w:r>
          <w:r>
            <w:t xml:space="preserve"> </w:t>
          </w:r>
          <w:sdt>
            <w:sdtPr>
              <w:rPr>
                <w:rStyle w:val="ContentcontrolsChar"/>
              </w:rPr>
              <w:alias w:val="Patient Name"/>
              <w:tag w:val=""/>
              <w:id w:val="292793771"/>
              <w:placeholder>
                <w:docPart w:val="1A4AAE30EA8E4F4BB13265BF569A8812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>
              <w:rPr>
                <w:rStyle w:val="DefaultParagraphFont"/>
                <w:color w:val="5B9BD5" w:themeColor="accent1"/>
              </w:rPr>
            </w:sdtEndPr>
            <w:sdtContent>
              <w:r>
                <w:rPr>
                  <w:rStyle w:val="ContentcontrolsChar"/>
                </w:rPr>
                <w:t>[Patient Name]</w:t>
              </w:r>
            </w:sdtContent>
          </w:sdt>
        </w:p>
      </w:tc>
      <w:tc>
        <w:tcPr>
          <w:tcW w:w="1714" w:type="dxa"/>
          <w:tcBorders>
            <w:top w:val="single" w:sz="12" w:space="0" w:color="ED7D31" w:themeColor="accent2"/>
            <w:bottom w:val="single" w:sz="12" w:space="0" w:color="ED7D31" w:themeColor="accent2"/>
          </w:tcBorders>
        </w:tcPr>
        <w:p w:rsidR="002243A0" w:rsidRDefault="004227EB">
          <w:pPr>
            <w:pStyle w:val="Heading1"/>
          </w:pPr>
          <w:r>
            <w:rPr>
              <w:rStyle w:val="Heading1Char"/>
            </w:rPr>
            <w:t>DOB</w:t>
          </w:r>
          <w:r>
            <w:t xml:space="preserve"> </w:t>
          </w:r>
          <w:sdt>
            <w:sdtPr>
              <w:rPr>
                <w:rStyle w:val="ContentcontrolsChar"/>
              </w:rPr>
              <w:alias w:val="[DOB]"/>
              <w:tag w:val=""/>
              <w:id w:val="-626545103"/>
              <w:placeholder>
                <w:docPart w:val="A20B9DAA9CB34EC684FDDD5FECA6748B"/>
              </w:placeholder>
              <w:showingPlcHdr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rStyle w:val="ContentcontrolsChar"/>
              </w:rPr>
            </w:sdtEndPr>
            <w:sdtContent>
              <w:r>
                <w:rPr>
                  <w:rStyle w:val="ContentcontrolsChar"/>
                </w:rPr>
                <w:t>[DOB]</w:t>
              </w:r>
            </w:sdtContent>
          </w:sdt>
        </w:p>
      </w:tc>
      <w:tc>
        <w:tcPr>
          <w:tcW w:w="1426" w:type="dxa"/>
          <w:tcBorders>
            <w:top w:val="single" w:sz="12" w:space="0" w:color="ED7D31" w:themeColor="accent2"/>
            <w:bottom w:val="single" w:sz="12" w:space="0" w:color="ED7D31" w:themeColor="accent2"/>
          </w:tcBorders>
        </w:tcPr>
        <w:p w:rsidR="002243A0" w:rsidRDefault="004227EB">
          <w:pPr>
            <w:pStyle w:val="Heading1"/>
          </w:pPr>
          <w:r>
            <w:rPr>
              <w:rStyle w:val="Heading1Char"/>
            </w:rPr>
            <w:t>AGE</w:t>
          </w:r>
          <w:r>
            <w:t xml:space="preserve"> </w:t>
          </w:r>
          <w:sdt>
            <w:sdtPr>
              <w:rPr>
                <w:rStyle w:val="ContentcontrolsChar"/>
              </w:rPr>
              <w:alias w:val="Age"/>
              <w:tag w:val=""/>
              <w:id w:val="-360666893"/>
              <w:placeholder>
                <w:docPart w:val="5A02725FB5CC41A29108147399429EAB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>
              <w:rPr>
                <w:rStyle w:val="ContentcontrolsChar"/>
              </w:rPr>
            </w:sdtEndPr>
            <w:sdtContent>
              <w:r>
                <w:rPr>
                  <w:rStyle w:val="ContentcontrolsChar"/>
                </w:rPr>
                <w:t>[age]</w:t>
              </w:r>
            </w:sdtContent>
          </w:sdt>
        </w:p>
      </w:tc>
      <w:tc>
        <w:tcPr>
          <w:tcW w:w="2894" w:type="dxa"/>
          <w:tcBorders>
            <w:top w:val="single" w:sz="12" w:space="0" w:color="ED7D31" w:themeColor="accent2"/>
            <w:bottom w:val="single" w:sz="12" w:space="0" w:color="ED7D31" w:themeColor="accent2"/>
          </w:tcBorders>
        </w:tcPr>
        <w:p w:rsidR="002243A0" w:rsidRDefault="004227EB">
          <w:pPr>
            <w:pStyle w:val="Heading1"/>
          </w:pPr>
          <w:r>
            <w:rPr>
              <w:rStyle w:val="Heading1Char"/>
            </w:rPr>
            <w:t>DATE</w:t>
          </w:r>
          <w:r>
            <w:t xml:space="preserve"> </w:t>
          </w:r>
          <w:sdt>
            <w:sdtPr>
              <w:rPr>
                <w:rStyle w:val="ContentcontrolsChar"/>
              </w:rPr>
              <w:alias w:val="Date | Time"/>
              <w:tag w:val=""/>
              <w:id w:val="-710039872"/>
              <w:placeholder>
                <w:docPart w:val="B2E7194A7C134E95A436AF4944CD0D75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M/d/yyyy h:mm am/pm"/>
                <w:lid w:val="en-US"/>
                <w:storeMappedDataAs w:val="dateTime"/>
                <w:calendar w:val="gregorian"/>
              </w:date>
            </w:sdtPr>
            <w:sdtEndPr>
              <w:rPr>
                <w:rStyle w:val="ContentcontrolsChar"/>
              </w:rPr>
            </w:sdtEndPr>
            <w:sdtContent>
              <w:r>
                <w:rPr>
                  <w:rStyle w:val="ContentcontrolsChar"/>
                </w:rPr>
                <w:t>[date | time]</w:t>
              </w:r>
            </w:sdtContent>
          </w:sdt>
        </w:p>
      </w:tc>
    </w:tr>
    <w:tr w:rsidR="002243A0">
      <w:tc>
        <w:tcPr>
          <w:tcW w:w="3326" w:type="dxa"/>
          <w:tcBorders>
            <w:top w:val="single" w:sz="12" w:space="0" w:color="ED7D31" w:themeColor="accent2"/>
            <w:bottom w:val="nil"/>
          </w:tcBorders>
        </w:tcPr>
        <w:p w:rsidR="002243A0" w:rsidRDefault="002243A0">
          <w:pPr>
            <w:pStyle w:val="NoSpacing"/>
          </w:pPr>
        </w:p>
      </w:tc>
      <w:tc>
        <w:tcPr>
          <w:tcW w:w="1714" w:type="dxa"/>
          <w:tcBorders>
            <w:top w:val="single" w:sz="12" w:space="0" w:color="ED7D31" w:themeColor="accent2"/>
            <w:bottom w:val="nil"/>
          </w:tcBorders>
        </w:tcPr>
        <w:p w:rsidR="002243A0" w:rsidRDefault="002243A0">
          <w:pPr>
            <w:pStyle w:val="NoSpacing"/>
          </w:pPr>
        </w:p>
      </w:tc>
      <w:tc>
        <w:tcPr>
          <w:tcW w:w="1426" w:type="dxa"/>
          <w:tcBorders>
            <w:top w:val="single" w:sz="12" w:space="0" w:color="ED7D31" w:themeColor="accent2"/>
            <w:bottom w:val="nil"/>
          </w:tcBorders>
        </w:tcPr>
        <w:p w:rsidR="002243A0" w:rsidRDefault="002243A0">
          <w:pPr>
            <w:pStyle w:val="NoSpacing"/>
          </w:pPr>
        </w:p>
      </w:tc>
      <w:tc>
        <w:tcPr>
          <w:tcW w:w="2894" w:type="dxa"/>
          <w:tcBorders>
            <w:top w:val="single" w:sz="12" w:space="0" w:color="ED7D31" w:themeColor="accent2"/>
            <w:bottom w:val="nil"/>
          </w:tcBorders>
        </w:tcPr>
        <w:p w:rsidR="002243A0" w:rsidRDefault="004227EB">
          <w:pPr>
            <w:pStyle w:val="NoSpacing"/>
            <w:jc w:val="right"/>
          </w:pPr>
          <w:r>
            <w:t xml:space="preserve">pg. </w:t>
          </w: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:rsidR="002243A0" w:rsidRDefault="002243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0BAA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9B5C1A"/>
    <w:multiLevelType w:val="hybridMultilevel"/>
    <w:tmpl w:val="2C506D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6463C1"/>
    <w:multiLevelType w:val="hybridMultilevel"/>
    <w:tmpl w:val="5AF627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3A379C"/>
    <w:multiLevelType w:val="hybridMultilevel"/>
    <w:tmpl w:val="4F4A54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9730B4"/>
    <w:multiLevelType w:val="hybridMultilevel"/>
    <w:tmpl w:val="8FC4F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60632"/>
    <w:multiLevelType w:val="hybridMultilevel"/>
    <w:tmpl w:val="A4C0FF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9E0C31"/>
    <w:multiLevelType w:val="hybridMultilevel"/>
    <w:tmpl w:val="D4F676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144E1A"/>
    <w:multiLevelType w:val="hybridMultilevel"/>
    <w:tmpl w:val="00425B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F73F05"/>
    <w:multiLevelType w:val="hybridMultilevel"/>
    <w:tmpl w:val="B23C5144"/>
    <w:lvl w:ilvl="0" w:tplc="193EDAE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B33092"/>
    <w:multiLevelType w:val="hybridMultilevel"/>
    <w:tmpl w:val="564AB53C"/>
    <w:lvl w:ilvl="0" w:tplc="4FAA93D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D069CE"/>
    <w:multiLevelType w:val="hybridMultilevel"/>
    <w:tmpl w:val="8FC4F1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10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</w:num>
  <w:num w:numId="15">
    <w:abstractNumId w:val="0"/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53"/>
    <w:rsid w:val="0009182C"/>
    <w:rsid w:val="00095B53"/>
    <w:rsid w:val="002243A0"/>
    <w:rsid w:val="004227EB"/>
    <w:rsid w:val="0045728F"/>
    <w:rsid w:val="008312F1"/>
    <w:rsid w:val="00986BC3"/>
    <w:rsid w:val="00E74ED3"/>
    <w:rsid w:val="00EB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28C198"/>
  <w15:chartTrackingRefBased/>
  <w15:docId w15:val="{4EFAA19B-546C-4D68-B7B5-CEA48575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1"/>
        <w:sz w:val="21"/>
        <w:szCs w:val="21"/>
        <w:lang w:val="en-US" w:eastAsia="ja-JP" w:bidi="ar-SA"/>
        <w14:ligatures w14:val="standard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spacing w:after="0" w:line="240" w:lineRule="auto"/>
      <w:outlineLvl w:val="0"/>
    </w:pPr>
    <w:rPr>
      <w:rFonts w:asciiTheme="majorHAnsi" w:eastAsiaTheme="majorEastAsia" w:hAnsiTheme="majorHAnsi" w:cstheme="majorBidi"/>
      <w:color w:val="5B9BD5" w:themeColor="accent1"/>
    </w:rPr>
  </w:style>
  <w:style w:type="paragraph" w:styleId="Heading2">
    <w:name w:val="heading 2"/>
    <w:basedOn w:val="Heading1"/>
    <w:next w:val="Normal"/>
    <w:link w:val="Heading2Char"/>
    <w:uiPriority w:val="1"/>
    <w:pPr>
      <w:spacing w:after="120"/>
      <w:outlineLvl w:val="1"/>
    </w:pPr>
  </w:style>
  <w:style w:type="paragraph" w:styleId="Heading3">
    <w:name w:val="heading 3"/>
    <w:basedOn w:val="Normal"/>
    <w:next w:val="Normal"/>
    <w:link w:val="Heading3Char"/>
    <w:uiPriority w:val="19"/>
    <w:semiHidden/>
    <w:unhideWhenUsed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160" w:after="0"/>
      <w:outlineLvl w:val="4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5B9BD5" w:themeColor="accent1"/>
    </w:rPr>
  </w:style>
  <w:style w:type="character" w:customStyle="1" w:styleId="Heading3Char">
    <w:name w:val="Heading 3 Char"/>
    <w:basedOn w:val="DefaultParagraphFont"/>
    <w:link w:val="Heading3"/>
    <w:uiPriority w:val="19"/>
    <w:semiHidden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240" w:line="216" w:lineRule="auto"/>
      <w:contextualSpacing/>
      <w:jc w:val="center"/>
    </w:pPr>
    <w:rPr>
      <w:rFonts w:asciiTheme="majorHAnsi" w:eastAsiaTheme="majorEastAsia" w:hAnsiTheme="majorHAnsi" w:cstheme="majorBidi"/>
      <w:caps/>
      <w:color w:val="ED7D31" w:themeColor="accent2"/>
      <w:spacing w:val="-7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ED7D31" w:themeColor="accent2"/>
      <w:spacing w:val="-7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"/>
    <w:qFormat/>
    <w:pPr>
      <w:keepNext/>
      <w:keepLines/>
      <w:spacing w:before="240" w:after="0" w:line="240" w:lineRule="auto"/>
    </w:pPr>
    <w:rPr>
      <w:rFonts w:asciiTheme="majorHAnsi" w:eastAsiaTheme="majorEastAsia" w:hAnsiTheme="majorHAnsi" w:cstheme="majorBidi"/>
      <w:caps/>
      <w:color w:val="ED7D31" w:themeColor="accent2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"/>
    <w:rPr>
      <w:rFonts w:asciiTheme="majorHAnsi" w:eastAsiaTheme="majorEastAsia" w:hAnsiTheme="majorHAnsi" w:cstheme="majorBidi"/>
      <w:caps/>
      <w:color w:val="ED7D31" w:themeColor="accent2"/>
      <w:sz w:val="20"/>
      <w:szCs w:val="20"/>
    </w:rPr>
  </w:style>
  <w:style w:type="character" w:styleId="Strong">
    <w:name w:val="Strong"/>
    <w:uiPriority w:val="1"/>
    <w:qFormat/>
    <w:rPr>
      <w:color w:val="5B9BD5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1">
    <w:name w:val="Grid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ListTable7Colorful-Accent1">
    <w:name w:val="List Table 7 Colorful Accent 1"/>
    <w:basedOn w:val="TableNormal"/>
    <w:uiPriority w:val="5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5Dark-Accent1">
    <w:name w:val="Grid Table 5 Dark Accent 1"/>
    <w:basedOn w:val="Table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6">
    <w:name w:val="Grid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E7E6E6" w:themeColor="background2"/>
        <w:bottom w:val="single" w:sz="4" w:space="0" w:color="E7E6E6" w:themeColor="background2"/>
        <w:insideH w:val="single" w:sz="4" w:space="0" w:color="E7E6E6" w:themeColor="background2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1">
    <w:name w:val="List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PlainTable4">
    <w:name w:val="Plain Table 4"/>
    <w:basedOn w:val="TableNormal"/>
    <w:uiPriority w:val="44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6">
    <w:name w:val="List Table 1 Light Accent 6"/>
    <w:basedOn w:val="TableNormal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PlainTable3">
    <w:name w:val="Plain Table 3"/>
    <w:basedOn w:val="TableNormal"/>
    <w:uiPriority w:val="43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ooter">
    <w:name w:val="footer"/>
    <w:basedOn w:val="Normal"/>
    <w:link w:val="FooterChar"/>
    <w:uiPriority w:val="2"/>
    <w:pPr>
      <w:spacing w:after="0" w:line="240" w:lineRule="auto"/>
      <w:jc w:val="center"/>
    </w:pPr>
    <w:rPr>
      <w:caps/>
      <w:color w:val="5B9BD5" w:themeColor="accen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2"/>
    <w:rPr>
      <w:caps/>
      <w:color w:val="5B9BD5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2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Number">
    <w:name w:val="List Number"/>
    <w:basedOn w:val="Normal"/>
    <w:uiPriority w:val="1"/>
    <w:qFormat/>
    <w:pPr>
      <w:numPr>
        <w:numId w:val="13"/>
      </w:numPr>
      <w:spacing w:before="0" w:after="0" w:line="240" w:lineRule="auto"/>
    </w:p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paragraph" w:customStyle="1" w:styleId="Contentcontrols">
    <w:name w:val="Content controls"/>
    <w:basedOn w:val="Heading1"/>
    <w:link w:val="ContentcontrolsChar"/>
    <w:uiPriority w:val="1"/>
    <w:qFormat/>
    <w:rPr>
      <w:color w:val="000000" w:themeColor="text1"/>
    </w:rPr>
  </w:style>
  <w:style w:type="character" w:customStyle="1" w:styleId="ContentcontrolsChar">
    <w:name w:val="Content controls Char"/>
    <w:basedOn w:val="DefaultParagraphFont"/>
    <w:link w:val="Contentcontrols"/>
    <w:uiPriority w:val="1"/>
    <w:rPr>
      <w:rFonts w:asciiTheme="majorHAnsi" w:eastAsiaTheme="majorEastAsia" w:hAnsiTheme="majorHAnsi" w:cstheme="majorBidi"/>
      <w:color w:val="000000" w:themeColor="text1"/>
    </w:rPr>
  </w:style>
  <w:style w:type="table" w:styleId="PlainTable1">
    <w:name w:val="Plain Table 1"/>
    <w:basedOn w:val="TableNormal"/>
    <w:uiPriority w:val="41"/>
    <w:rsid w:val="00095B5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3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8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Yearly%20physical%20exam%20form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C378EC72D94A0CB2D62889B66E2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03C0F-D501-4E88-BD97-2B017D64B16A}"/>
      </w:docPartPr>
      <w:docPartBody>
        <w:p w:rsidR="00000000" w:rsidRDefault="0007182D">
          <w:pPr>
            <w:pStyle w:val="45C378EC72D94A0CB2D62889B66E2810"/>
          </w:pPr>
          <w:r>
            <w:t>[Patient Name]</w:t>
          </w:r>
        </w:p>
      </w:docPartBody>
    </w:docPart>
    <w:docPart>
      <w:docPartPr>
        <w:name w:val="1A4AAE30EA8E4F4BB13265BF569A8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4A787-F001-4ABB-B1D0-05EE016B1762}"/>
      </w:docPartPr>
      <w:docPartBody>
        <w:p w:rsidR="00000000" w:rsidRDefault="0007182D">
          <w:pPr>
            <w:pStyle w:val="1A4AAE30EA8E4F4BB13265BF569A8812"/>
          </w:pPr>
          <w:r>
            <w:t>[DOB]</w:t>
          </w:r>
        </w:p>
      </w:docPartBody>
    </w:docPart>
    <w:docPart>
      <w:docPartPr>
        <w:name w:val="5A02725FB5CC41A29108147399429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08FA9-3E24-4EE8-AC31-CE2C8B9B1B5F}"/>
      </w:docPartPr>
      <w:docPartBody>
        <w:p w:rsidR="00000000" w:rsidRDefault="0007182D">
          <w:pPr>
            <w:pStyle w:val="5A02725FB5CC41A29108147399429EAB"/>
          </w:pPr>
          <w:r>
            <w:t>[age]</w:t>
          </w:r>
        </w:p>
      </w:docPartBody>
    </w:docPart>
    <w:docPart>
      <w:docPartPr>
        <w:name w:val="B2E7194A7C134E95A436AF4944CD0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1B7069-BE8C-49D0-A23C-8E5AE132E0E5}"/>
      </w:docPartPr>
      <w:docPartBody>
        <w:p w:rsidR="00000000" w:rsidRDefault="0007182D">
          <w:pPr>
            <w:pStyle w:val="B2E7194A7C134E95A436AF4944CD0D75"/>
          </w:pPr>
          <w:r>
            <w:t>[date | time]</w:t>
          </w:r>
        </w:p>
      </w:docPartBody>
    </w:docPart>
    <w:docPart>
      <w:docPartPr>
        <w:name w:val="117DFE7FFCC3477888F6A6934E38F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EBE9C-EE80-4839-A5D2-ACE6C6FC14A8}"/>
      </w:docPartPr>
      <w:docPartBody>
        <w:p w:rsidR="00000000" w:rsidRDefault="0007182D">
          <w:pPr>
            <w:pStyle w:val="117DFE7FFCC3477888F6A6934E38FA41"/>
          </w:pPr>
          <w:r>
            <w:t>[Comments]</w:t>
          </w:r>
        </w:p>
      </w:docPartBody>
    </w:docPart>
    <w:docPart>
      <w:docPartPr>
        <w:name w:val="A20B9DAA9CB34EC684FDDD5FECA67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6B434-C20B-4DA3-A2F9-AC3D1A3F7269}"/>
      </w:docPartPr>
      <w:docPartBody>
        <w:p w:rsidR="00000000" w:rsidRDefault="0007182D">
          <w:pPr>
            <w:pStyle w:val="A20B9DAA9CB34EC684FDDD5FECA6748B"/>
          </w:pPr>
          <w:r>
            <w:t>[Other]</w:t>
          </w:r>
        </w:p>
      </w:docPartBody>
    </w:docPart>
    <w:docPart>
      <w:docPartPr>
        <w:name w:val="77F1D9861B81479AABEC5B39C5B8F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BBAB9-97F7-42EA-B207-CBB0137376A1}"/>
      </w:docPartPr>
      <w:docPartBody>
        <w:p w:rsidR="00000000" w:rsidRDefault="000950C9" w:rsidP="000950C9">
          <w:pPr>
            <w:pStyle w:val="77F1D9861B81479AABEC5B39C5B8F81E"/>
          </w:pPr>
          <w:r>
            <w:t>[Comments]</w:t>
          </w:r>
        </w:p>
      </w:docPartBody>
    </w:docPart>
    <w:docPart>
      <w:docPartPr>
        <w:name w:val="42B8F927EB074FF6AB5C01EF56061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A0770-717F-4D6A-AAA8-04ADB48A1B53}"/>
      </w:docPartPr>
      <w:docPartBody>
        <w:p w:rsidR="00000000" w:rsidRDefault="000950C9" w:rsidP="000950C9">
          <w:pPr>
            <w:pStyle w:val="42B8F927EB074FF6AB5C01EF56061D45"/>
          </w:pPr>
          <w:r>
            <w:t>[Comments]</w:t>
          </w:r>
        </w:p>
      </w:docPartBody>
    </w:docPart>
    <w:docPart>
      <w:docPartPr>
        <w:name w:val="08CB11187E654E419A061D20135EA6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F64A2-76E1-4EA3-8778-805F2A081A6F}"/>
      </w:docPartPr>
      <w:docPartBody>
        <w:p w:rsidR="00000000" w:rsidRDefault="000950C9" w:rsidP="000950C9">
          <w:pPr>
            <w:pStyle w:val="08CB11187E654E419A061D20135EA65B"/>
          </w:pPr>
          <w:r>
            <w:t>[height]</w:t>
          </w:r>
        </w:p>
      </w:docPartBody>
    </w:docPart>
    <w:docPart>
      <w:docPartPr>
        <w:name w:val="889C446EF89149E790954DA92D22C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6AE08-4B96-4186-B9BA-A80C8650EF1F}"/>
      </w:docPartPr>
      <w:docPartBody>
        <w:p w:rsidR="00000000" w:rsidRDefault="000950C9" w:rsidP="000950C9">
          <w:pPr>
            <w:pStyle w:val="889C446EF89149E790954DA92D22C9DD"/>
          </w:pPr>
          <w:r>
            <w:t>[weight]</w:t>
          </w:r>
        </w:p>
      </w:docPartBody>
    </w:docPart>
    <w:docPart>
      <w:docPartPr>
        <w:name w:val="553288DEA68D42BEA20EACA9DA779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50358-87FB-4FA2-9BD6-7C718EFB3CD0}"/>
      </w:docPartPr>
      <w:docPartBody>
        <w:p w:rsidR="00000000" w:rsidRDefault="000950C9" w:rsidP="000950C9">
          <w:pPr>
            <w:pStyle w:val="553288DEA68D42BEA20EACA9DA7792B1"/>
          </w:pPr>
          <w:r>
            <w:t>[BP]</w:t>
          </w:r>
        </w:p>
      </w:docPartBody>
    </w:docPart>
    <w:docPart>
      <w:docPartPr>
        <w:name w:val="E80F94E5A35E43D486B4B17559BCF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173BF-B588-4D1C-8DAA-EB8876F8F58A}"/>
      </w:docPartPr>
      <w:docPartBody>
        <w:p w:rsidR="00000000" w:rsidRDefault="000950C9" w:rsidP="000950C9">
          <w:pPr>
            <w:pStyle w:val="E80F94E5A35E43D486B4B17559BCF0D9"/>
          </w:pPr>
          <w:r>
            <w:t>[pulse]</w:t>
          </w:r>
        </w:p>
      </w:docPartBody>
    </w:docPart>
    <w:docPart>
      <w:docPartPr>
        <w:name w:val="571DB6379A6340FAA76C9AA2CFFA9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61B85-A0D8-44CE-9A90-84050F0153D3}"/>
      </w:docPartPr>
      <w:docPartBody>
        <w:p w:rsidR="00000000" w:rsidRDefault="000950C9" w:rsidP="000950C9">
          <w:pPr>
            <w:pStyle w:val="571DB6379A6340FAA76C9AA2CFFA9008"/>
          </w:pPr>
          <w:r>
            <w:t>[LMP]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C9"/>
    <w:rsid w:val="0007182D"/>
    <w:rsid w:val="0009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C378EC72D94A0CB2D62889B66E2810">
    <w:name w:val="45C378EC72D94A0CB2D62889B66E2810"/>
  </w:style>
  <w:style w:type="paragraph" w:customStyle="1" w:styleId="1A4AAE30EA8E4F4BB13265BF569A8812">
    <w:name w:val="1A4AAE30EA8E4F4BB13265BF569A8812"/>
  </w:style>
  <w:style w:type="paragraph" w:customStyle="1" w:styleId="5A02725FB5CC41A29108147399429EAB">
    <w:name w:val="5A02725FB5CC41A29108147399429EAB"/>
  </w:style>
  <w:style w:type="paragraph" w:customStyle="1" w:styleId="B2E7194A7C134E95A436AF4944CD0D75">
    <w:name w:val="B2E7194A7C134E95A436AF4944CD0D75"/>
  </w:style>
  <w:style w:type="paragraph" w:customStyle="1" w:styleId="117DFE7FFCC3477888F6A6934E38FA41">
    <w:name w:val="117DFE7FFCC3477888F6A6934E38FA41"/>
  </w:style>
  <w:style w:type="paragraph" w:customStyle="1" w:styleId="8CCD6AEA883740E5804942C3B1B95D57">
    <w:name w:val="8CCD6AEA883740E5804942C3B1B95D57"/>
  </w:style>
  <w:style w:type="paragraph" w:customStyle="1" w:styleId="1E08A0A3A7E34549AABD603763F68CBC">
    <w:name w:val="1E08A0A3A7E34549AABD603763F68CBC"/>
  </w:style>
  <w:style w:type="paragraph" w:customStyle="1" w:styleId="2060658EA6714CADB15112D892A1CCD0">
    <w:name w:val="2060658EA6714CADB15112D892A1CCD0"/>
  </w:style>
  <w:style w:type="paragraph" w:customStyle="1" w:styleId="F46E2095687945B186F50614DE86F69E">
    <w:name w:val="F46E2095687945B186F50614DE86F69E"/>
  </w:style>
  <w:style w:type="paragraph" w:customStyle="1" w:styleId="667989FBE64A4EFA8D9DF0038EDDE25F">
    <w:name w:val="667989FBE64A4EFA8D9DF0038EDDE25F"/>
  </w:style>
  <w:style w:type="paragraph" w:customStyle="1" w:styleId="A20B9DAA9CB34EC684FDDD5FECA6748B">
    <w:name w:val="A20B9DAA9CB34EC684FDDD5FECA6748B"/>
  </w:style>
  <w:style w:type="paragraph" w:customStyle="1" w:styleId="F92A7EBDDB2A4ECA8466F7D7E9C4058F">
    <w:name w:val="F92A7EBDDB2A4ECA8466F7D7E9C4058F"/>
  </w:style>
  <w:style w:type="character" w:styleId="Strong">
    <w:name w:val="Strong"/>
    <w:uiPriority w:val="1"/>
    <w:qFormat/>
    <w:rPr>
      <w:color w:val="4472C4" w:themeColor="accent1"/>
    </w:rPr>
  </w:style>
  <w:style w:type="paragraph" w:customStyle="1" w:styleId="5D63829E14724C3ABEAC466EE004018D">
    <w:name w:val="5D63829E14724C3ABEAC466EE004018D"/>
  </w:style>
  <w:style w:type="paragraph" w:customStyle="1" w:styleId="D045A98955374B4490EA2EE1999473FB">
    <w:name w:val="D045A98955374B4490EA2EE1999473FB"/>
  </w:style>
  <w:style w:type="paragraph" w:customStyle="1" w:styleId="972E2B0E90D44F4FBE658F5AB6CE5B80">
    <w:name w:val="972E2B0E90D44F4FBE658F5AB6CE5B80"/>
  </w:style>
  <w:style w:type="paragraph" w:customStyle="1" w:styleId="F8B1839A984146489F2CD49C21479B85">
    <w:name w:val="F8B1839A984146489F2CD49C21479B85"/>
  </w:style>
  <w:style w:type="paragraph" w:customStyle="1" w:styleId="9CCBF8E2A519487B881B002F4790D7BC">
    <w:name w:val="9CCBF8E2A519487B881B002F4790D7BC"/>
  </w:style>
  <w:style w:type="paragraph" w:customStyle="1" w:styleId="1245A3F4E0AE4B2CA59828EEF87CF7D9">
    <w:name w:val="1245A3F4E0AE4B2CA59828EEF87CF7D9"/>
  </w:style>
  <w:style w:type="paragraph" w:customStyle="1" w:styleId="77F1D9861B81479AABEC5B39C5B8F81E">
    <w:name w:val="77F1D9861B81479AABEC5B39C5B8F81E"/>
    <w:rsid w:val="000950C9"/>
  </w:style>
  <w:style w:type="paragraph" w:customStyle="1" w:styleId="42B8F927EB074FF6AB5C01EF56061D45">
    <w:name w:val="42B8F927EB074FF6AB5C01EF56061D45"/>
    <w:rsid w:val="000950C9"/>
  </w:style>
  <w:style w:type="paragraph" w:customStyle="1" w:styleId="08CB11187E654E419A061D20135EA65B">
    <w:name w:val="08CB11187E654E419A061D20135EA65B"/>
    <w:rsid w:val="000950C9"/>
  </w:style>
  <w:style w:type="paragraph" w:customStyle="1" w:styleId="889C446EF89149E790954DA92D22C9DD">
    <w:name w:val="889C446EF89149E790954DA92D22C9DD"/>
    <w:rsid w:val="000950C9"/>
  </w:style>
  <w:style w:type="paragraph" w:customStyle="1" w:styleId="553288DEA68D42BEA20EACA9DA7792B1">
    <w:name w:val="553288DEA68D42BEA20EACA9DA7792B1"/>
    <w:rsid w:val="000950C9"/>
  </w:style>
  <w:style w:type="paragraph" w:customStyle="1" w:styleId="E80F94E5A35E43D486B4B17559BCF0D9">
    <w:name w:val="E80F94E5A35E43D486B4B17559BCF0D9"/>
    <w:rsid w:val="000950C9"/>
  </w:style>
  <w:style w:type="paragraph" w:customStyle="1" w:styleId="571DB6379A6340FAA76C9AA2CFFA9008">
    <w:name w:val="571DB6379A6340FAA76C9AA2CFFA9008"/>
    <w:rsid w:val="000950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Yearly physical form_onlin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11AD9B-4B88-4C63-AFB2-593079E6C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Yearly physical exam form (online).dotx</Template>
  <TotalTime>20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6</cp:revision>
  <cp:lastPrinted>2012-06-13T17:02:00Z</cp:lastPrinted>
  <dcterms:created xsi:type="dcterms:W3CDTF">2018-04-11T10:43:00Z</dcterms:created>
  <dcterms:modified xsi:type="dcterms:W3CDTF">2018-04-11T11:03:00Z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TC039741469991</vt:lpwstr>
  </property>
</Properties>
</file>